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page" w:tblpX="4747" w:tblpY="-1440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9"/>
      </w:tblGrid>
      <w:tr w:rsidR="002D12BE" w14:paraId="7CA1D004" w14:textId="77777777" w:rsidTr="005A64E1">
        <w:trPr>
          <w:trHeight w:val="1215"/>
        </w:trPr>
        <w:tc>
          <w:tcPr>
            <w:tcW w:w="5529" w:type="dxa"/>
          </w:tcPr>
          <w:p w14:paraId="62414285" w14:textId="1E0A6CEA" w:rsidR="002D12BE" w:rsidRPr="005A64E1" w:rsidRDefault="002D12BE" w:rsidP="005A64E1">
            <w:pPr>
              <w:rPr>
                <w:szCs w:val="22"/>
              </w:rPr>
            </w:pPr>
          </w:p>
        </w:tc>
      </w:tr>
    </w:tbl>
    <w:p w14:paraId="66B61247" w14:textId="77777777" w:rsidR="0098213A" w:rsidRPr="00743A0F" w:rsidRDefault="00534536" w:rsidP="00E05334">
      <w:pPr>
        <w:tabs>
          <w:tab w:val="left" w:pos="1884"/>
        </w:tabs>
        <w:rPr>
          <w:noProof/>
        </w:rPr>
        <w:sectPr w:rsidR="0098213A" w:rsidRPr="00743A0F" w:rsidSect="00E702C7">
          <w:headerReference w:type="even" r:id="rId8"/>
          <w:headerReference w:type="default" r:id="rId9"/>
          <w:headerReference w:type="first" r:id="rId10"/>
          <w:type w:val="continuous"/>
          <w:pgSz w:w="11906" w:h="16838" w:code="9"/>
          <w:pgMar w:top="1985" w:right="851" w:bottom="1418" w:left="1701" w:header="1843" w:footer="1134" w:gutter="0"/>
          <w:cols w:space="708"/>
          <w:titlePg/>
          <w:docGrid w:linePitch="299"/>
        </w:sectPr>
      </w:pPr>
      <w:r w:rsidRPr="00A5376C">
        <w:rPr>
          <w:noProof/>
        </w:rPr>
        <w:drawing>
          <wp:anchor distT="0" distB="0" distL="114300" distR="114300" simplePos="0" relativeHeight="251661824" behindDoc="1" locked="1" layoutInCell="1" allowOverlap="1" wp14:anchorId="21FF6777" wp14:editId="5E30FEB8">
            <wp:simplePos x="0" y="0"/>
            <wp:positionH relativeFrom="column">
              <wp:posOffset>5873115</wp:posOffset>
            </wp:positionH>
            <wp:positionV relativeFrom="page">
              <wp:posOffset>428625</wp:posOffset>
            </wp:positionV>
            <wp:extent cx="100330" cy="1540510"/>
            <wp:effectExtent l="0" t="0" r="0" b="254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allinna tehnikaulikool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330" cy="15405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A33D0" w:rsidRPr="00515066">
        <w:rPr>
          <w:noProof/>
        </w:rPr>
        <mc:AlternateContent>
          <mc:Choice Requires="wps">
            <w:drawing>
              <wp:anchor distT="107950" distB="45720" distL="114300" distR="114300" simplePos="0" relativeHeight="251666944" behindDoc="1" locked="1" layoutInCell="1" allowOverlap="1" wp14:anchorId="18A8C56B" wp14:editId="1DAA54EB">
                <wp:simplePos x="0" y="0"/>
                <wp:positionH relativeFrom="margin">
                  <wp:align>left</wp:align>
                </wp:positionH>
                <wp:positionV relativeFrom="page">
                  <wp:posOffset>9515475</wp:posOffset>
                </wp:positionV>
                <wp:extent cx="4341495" cy="666750"/>
                <wp:effectExtent l="0" t="0" r="1905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1495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7526" w:type="dxa"/>
                              <w:tblInd w:w="-142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552"/>
                              <w:gridCol w:w="4974"/>
                            </w:tblGrid>
                            <w:tr w:rsidR="00E702C7" w14:paraId="70EB3962" w14:textId="77777777" w:rsidTr="001F498F">
                              <w:tc>
                                <w:tcPr>
                                  <w:tcW w:w="2552" w:type="dxa"/>
                                </w:tcPr>
                                <w:p w14:paraId="39475C0E" w14:textId="77777777" w:rsidR="00E702C7" w:rsidRPr="00E702C7" w:rsidRDefault="00E702C7" w:rsidP="003575D3">
                                  <w:pPr>
                                    <w:widowControl w:val="0"/>
                                    <w:autoSpaceDE w:val="0"/>
                                    <w:autoSpaceDN w:val="0"/>
                                    <w:spacing w:line="180" w:lineRule="exact"/>
                                    <w:rPr>
                                      <w:rFonts w:ascii="Proxima Nova Lt" w:eastAsia="Proxima Nova Rg" w:hAnsi="Proxima Nova Lt" w:cs="Proxima Nova Rg"/>
                                      <w:b/>
                                      <w:noProof/>
                                      <w:color w:val="939598"/>
                                      <w:sz w:val="18"/>
                                    </w:rPr>
                                  </w:pPr>
                                  <w:r w:rsidRPr="00E702C7">
                                    <w:rPr>
                                      <w:rFonts w:ascii="Proxima Nova Lt" w:eastAsia="Proxima Nova Rg" w:hAnsi="Proxima Nova Lt" w:cs="Proxima Nova Rg"/>
                                      <w:b/>
                                      <w:noProof/>
                                      <w:color w:val="939598"/>
                                      <w:sz w:val="18"/>
                                    </w:rPr>
                                    <w:t xml:space="preserve">TALLINNA TEHNIKAÜLIKOOL </w:t>
                                  </w:r>
                                </w:p>
                              </w:tc>
                              <w:tc>
                                <w:tcPr>
                                  <w:tcW w:w="4974" w:type="dxa"/>
                                </w:tcPr>
                                <w:p w14:paraId="01A34DC5" w14:textId="77777777" w:rsidR="00E702C7" w:rsidRPr="00FD0282" w:rsidRDefault="00E702C7" w:rsidP="001F498F">
                                  <w:pPr>
                                    <w:widowControl w:val="0"/>
                                    <w:tabs>
                                      <w:tab w:val="left" w:pos="2715"/>
                                    </w:tabs>
                                    <w:autoSpaceDE w:val="0"/>
                                    <w:autoSpaceDN w:val="0"/>
                                    <w:spacing w:line="180" w:lineRule="exact"/>
                                    <w:ind w:left="562" w:right="2055"/>
                                    <w:rPr>
                                      <w:rFonts w:ascii="Proxima Nova Rg" w:eastAsia="Proxima Nova Rg" w:hAnsi="Proxima Nova Rg" w:cs="Proxima Nova Rg"/>
                                      <w:color w:val="939598"/>
                                      <w:sz w:val="18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E702C7" w14:paraId="51E02DC5" w14:textId="77777777" w:rsidTr="001F498F">
                              <w:tc>
                                <w:tcPr>
                                  <w:tcW w:w="2552" w:type="dxa"/>
                                </w:tcPr>
                                <w:p w14:paraId="0B055500" w14:textId="77777777" w:rsidR="00E702C7" w:rsidRPr="00FD0282" w:rsidRDefault="00E702C7" w:rsidP="003575D3">
                                  <w:pPr>
                                    <w:widowControl w:val="0"/>
                                    <w:autoSpaceDE w:val="0"/>
                                    <w:autoSpaceDN w:val="0"/>
                                    <w:spacing w:line="180" w:lineRule="exact"/>
                                    <w:rPr>
                                      <w:rFonts w:ascii="Proxima Nova Rg" w:eastAsia="Proxima Nova Rg" w:hAnsi="Proxima Nova Rg" w:cs="Proxima Nova Rg"/>
                                      <w:noProof/>
                                      <w:color w:val="939598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74" w:type="dxa"/>
                                </w:tcPr>
                                <w:p w14:paraId="669A8B55" w14:textId="77777777" w:rsidR="00E702C7" w:rsidRPr="00FD0282" w:rsidRDefault="00E702C7" w:rsidP="001F498F">
                                  <w:pPr>
                                    <w:widowControl w:val="0"/>
                                    <w:tabs>
                                      <w:tab w:val="left" w:pos="2715"/>
                                    </w:tabs>
                                    <w:autoSpaceDE w:val="0"/>
                                    <w:autoSpaceDN w:val="0"/>
                                    <w:spacing w:line="180" w:lineRule="exact"/>
                                    <w:ind w:left="562" w:right="2055"/>
                                    <w:rPr>
                                      <w:rFonts w:ascii="Proxima Nova Rg" w:eastAsia="Proxima Nova Rg" w:hAnsi="Proxima Nova Rg" w:cs="Proxima Nova Rg"/>
                                      <w:color w:val="939598"/>
                                      <w:sz w:val="18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2A33D0" w14:paraId="5FC59210" w14:textId="77777777" w:rsidTr="001F498F">
                              <w:tc>
                                <w:tcPr>
                                  <w:tcW w:w="2552" w:type="dxa"/>
                                </w:tcPr>
                                <w:p w14:paraId="2048BC01" w14:textId="77777777" w:rsidR="002A33D0" w:rsidRPr="00FD0282" w:rsidRDefault="002A33D0" w:rsidP="003575D3">
                                  <w:pPr>
                                    <w:widowControl w:val="0"/>
                                    <w:autoSpaceDE w:val="0"/>
                                    <w:autoSpaceDN w:val="0"/>
                                    <w:spacing w:line="180" w:lineRule="exact"/>
                                    <w:rPr>
                                      <w:rFonts w:ascii="Proxima Nova Rg" w:eastAsia="Proxima Nova Rg" w:hAnsi="Proxima Nova Rg" w:cs="Proxima Nova Rg"/>
                                      <w:noProof/>
                                      <w:color w:val="939598"/>
                                      <w:sz w:val="18"/>
                                    </w:rPr>
                                  </w:pPr>
                                  <w:r w:rsidRPr="00FD0282">
                                    <w:rPr>
                                      <w:rFonts w:ascii="Proxima Nova Rg" w:eastAsia="Proxima Nova Rg" w:hAnsi="Proxima Nova Rg" w:cs="Proxima Nova Rg"/>
                                      <w:noProof/>
                                      <w:color w:val="939598"/>
                                      <w:sz w:val="18"/>
                                    </w:rPr>
                                    <w:t>Ehitajate tee 5</w:t>
                                  </w:r>
                                </w:p>
                                <w:p w14:paraId="2161393F" w14:textId="77777777" w:rsidR="002A33D0" w:rsidRPr="00FD0282" w:rsidRDefault="002A33D0" w:rsidP="003575D3">
                                  <w:pPr>
                                    <w:widowControl w:val="0"/>
                                    <w:autoSpaceDE w:val="0"/>
                                    <w:autoSpaceDN w:val="0"/>
                                    <w:spacing w:line="180" w:lineRule="exact"/>
                                    <w:rPr>
                                      <w:rFonts w:ascii="Proxima Nova Rg" w:eastAsia="Proxima Nova Rg" w:hAnsi="Proxima Nova Rg" w:cs="Proxima Nova Rg"/>
                                      <w:noProof/>
                                      <w:color w:val="939598"/>
                                      <w:sz w:val="18"/>
                                    </w:rPr>
                                  </w:pPr>
                                  <w:r w:rsidRPr="00FD0282">
                                    <w:rPr>
                                      <w:rFonts w:ascii="Proxima Nova Rg" w:eastAsia="Proxima Nova Rg" w:hAnsi="Proxima Nova Rg" w:cs="Proxima Nova Rg"/>
                                      <w:noProof/>
                                      <w:color w:val="939598"/>
                                      <w:sz w:val="18"/>
                                    </w:rPr>
                                    <w:t>19086 Tallinn</w:t>
                                  </w:r>
                                </w:p>
                                <w:p w14:paraId="29DDF949" w14:textId="77777777" w:rsidR="002A33D0" w:rsidRPr="00FD0282" w:rsidRDefault="002A33D0" w:rsidP="00AA5711">
                                  <w:pPr>
                                    <w:widowControl w:val="0"/>
                                    <w:autoSpaceDE w:val="0"/>
                                    <w:autoSpaceDN w:val="0"/>
                                    <w:spacing w:line="180" w:lineRule="exact"/>
                                    <w:ind w:right="714"/>
                                    <w:rPr>
                                      <w:rFonts w:ascii="Proxima Nova Rg" w:eastAsia="Proxima Nova Rg" w:hAnsi="Proxima Nova Rg" w:cs="Proxima Nova Rg"/>
                                      <w:noProof/>
                                      <w:color w:val="939598"/>
                                      <w:sz w:val="18"/>
                                    </w:rPr>
                                  </w:pPr>
                                  <w:r w:rsidRPr="00FD0282">
                                    <w:rPr>
                                      <w:rFonts w:ascii="Proxima Nova Rg" w:eastAsia="Proxima Nova Rg" w:hAnsi="Proxima Nova Rg" w:cs="Proxima Nova Rg"/>
                                      <w:noProof/>
                                      <w:color w:val="939598"/>
                                      <w:sz w:val="18"/>
                                    </w:rPr>
                                    <w:t>Rg-kood 74000323</w:t>
                                  </w:r>
                                </w:p>
                              </w:tc>
                              <w:tc>
                                <w:tcPr>
                                  <w:tcW w:w="4974" w:type="dxa"/>
                                </w:tcPr>
                                <w:p w14:paraId="43B11F5D" w14:textId="77777777" w:rsidR="002A33D0" w:rsidRPr="00FD0282" w:rsidRDefault="002A33D0" w:rsidP="00057464">
                                  <w:pPr>
                                    <w:rPr>
                                      <w:color w:val="939598"/>
                                    </w:rPr>
                                  </w:pPr>
                                </w:p>
                                <w:p w14:paraId="7D0D1550" w14:textId="77777777" w:rsidR="002A33D0" w:rsidRPr="00FD0282" w:rsidRDefault="002A33D0" w:rsidP="00057464">
                                  <w:pPr>
                                    <w:rPr>
                                      <w:color w:val="939598"/>
                                    </w:rPr>
                                  </w:pPr>
                                </w:p>
                                <w:p w14:paraId="79F798CB" w14:textId="77777777" w:rsidR="002A33D0" w:rsidRPr="00FD0282" w:rsidRDefault="002A33D0" w:rsidP="00057464">
                                  <w:pPr>
                                    <w:rPr>
                                      <w:color w:val="939598"/>
                                    </w:rPr>
                                  </w:pPr>
                                </w:p>
                                <w:p w14:paraId="2AAD91F8" w14:textId="77777777" w:rsidR="002A33D0" w:rsidRPr="00FD0282" w:rsidRDefault="002A33D0" w:rsidP="00057464">
                                  <w:pPr>
                                    <w:rPr>
                                      <w:color w:val="93959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8147C7" w14:textId="77777777" w:rsidR="002A33D0" w:rsidRDefault="002A33D0" w:rsidP="002A33D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A8C56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749.25pt;width:341.85pt;height:52.5pt;z-index:-251649536;visibility:visible;mso-wrap-style:square;mso-width-percent:0;mso-height-percent:0;mso-wrap-distance-left:9pt;mso-wrap-distance-top:8.5pt;mso-wrap-distance-right:9pt;mso-wrap-distance-bottom:3.6pt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" stroked="f">
                <v:textbox>
                  <w:txbxContent>
                    <w:tbl>
                      <w:tblPr>
                        <w:tblStyle w:val="TableGrid"/>
                        <w:tblW w:w="7526" w:type="dxa"/>
                        <w:tblInd w:w="-142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552"/>
                        <w:gridCol w:w="4974"/>
                      </w:tblGrid>
                      <w:tr w:rsidR="00E702C7" w14:paraId="70EB3962" w14:textId="77777777" w:rsidTr="001F498F">
                        <w:tc>
                          <w:tcPr>
                            <w:tcW w:w="2552" w:type="dxa"/>
                          </w:tcPr>
                          <w:p w14:paraId="39475C0E" w14:textId="77777777" w:rsidR="00E702C7" w:rsidRPr="00E702C7" w:rsidRDefault="00E702C7" w:rsidP="003575D3">
                            <w:pPr>
                              <w:widowControl w:val="0"/>
                              <w:autoSpaceDE w:val="0"/>
                              <w:autoSpaceDN w:val="0"/>
                              <w:spacing w:line="180" w:lineRule="exact"/>
                              <w:rPr>
                                <w:rFonts w:ascii="Proxima Nova Lt" w:eastAsia="Proxima Nova Rg" w:hAnsi="Proxima Nova Lt" w:cs="Proxima Nova Rg"/>
                                <w:b/>
                                <w:noProof/>
                                <w:color w:val="939598"/>
                                <w:sz w:val="18"/>
                              </w:rPr>
                            </w:pPr>
                            <w:r w:rsidRPr="00E702C7">
                              <w:rPr>
                                <w:rFonts w:ascii="Proxima Nova Lt" w:eastAsia="Proxima Nova Rg" w:hAnsi="Proxima Nova Lt" w:cs="Proxima Nova Rg"/>
                                <w:b/>
                                <w:noProof/>
                                <w:color w:val="939598"/>
                                <w:sz w:val="18"/>
                              </w:rPr>
                              <w:t xml:space="preserve">TALLINNA TEHNIKAÜLIKOOL </w:t>
                            </w:r>
                          </w:p>
                        </w:tc>
                        <w:tc>
                          <w:tcPr>
                            <w:tcW w:w="4974" w:type="dxa"/>
                          </w:tcPr>
                          <w:p w14:paraId="01A34DC5" w14:textId="77777777" w:rsidR="00E702C7" w:rsidRPr="00FD0282" w:rsidRDefault="00E702C7" w:rsidP="001F498F">
                            <w:pPr>
                              <w:widowControl w:val="0"/>
                              <w:tabs>
                                <w:tab w:val="left" w:pos="2715"/>
                              </w:tabs>
                              <w:autoSpaceDE w:val="0"/>
                              <w:autoSpaceDN w:val="0"/>
                              <w:spacing w:line="180" w:lineRule="exact"/>
                              <w:ind w:left="562" w:right="2055"/>
                              <w:rPr>
                                <w:rFonts w:ascii="Proxima Nova Rg" w:eastAsia="Proxima Nova Rg" w:hAnsi="Proxima Nova Rg" w:cs="Proxima Nova Rg"/>
                                <w:color w:val="939598"/>
                                <w:sz w:val="18"/>
                                <w:lang w:val="en-US"/>
                              </w:rPr>
                            </w:pPr>
                          </w:p>
                        </w:tc>
                      </w:tr>
                      <w:tr w:rsidR="00E702C7" w14:paraId="51E02DC5" w14:textId="77777777" w:rsidTr="001F498F">
                        <w:tc>
                          <w:tcPr>
                            <w:tcW w:w="2552" w:type="dxa"/>
                          </w:tcPr>
                          <w:p w14:paraId="0B055500" w14:textId="77777777" w:rsidR="00E702C7" w:rsidRPr="00FD0282" w:rsidRDefault="00E702C7" w:rsidP="003575D3">
                            <w:pPr>
                              <w:widowControl w:val="0"/>
                              <w:autoSpaceDE w:val="0"/>
                              <w:autoSpaceDN w:val="0"/>
                              <w:spacing w:line="180" w:lineRule="exact"/>
                              <w:rPr>
                                <w:rFonts w:ascii="Proxima Nova Rg" w:eastAsia="Proxima Nova Rg" w:hAnsi="Proxima Nova Rg" w:cs="Proxima Nova Rg"/>
                                <w:noProof/>
                                <w:color w:val="939598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4974" w:type="dxa"/>
                          </w:tcPr>
                          <w:p w14:paraId="669A8B55" w14:textId="77777777" w:rsidR="00E702C7" w:rsidRPr="00FD0282" w:rsidRDefault="00E702C7" w:rsidP="001F498F">
                            <w:pPr>
                              <w:widowControl w:val="0"/>
                              <w:tabs>
                                <w:tab w:val="left" w:pos="2715"/>
                              </w:tabs>
                              <w:autoSpaceDE w:val="0"/>
                              <w:autoSpaceDN w:val="0"/>
                              <w:spacing w:line="180" w:lineRule="exact"/>
                              <w:ind w:left="562" w:right="2055"/>
                              <w:rPr>
                                <w:rFonts w:ascii="Proxima Nova Rg" w:eastAsia="Proxima Nova Rg" w:hAnsi="Proxima Nova Rg" w:cs="Proxima Nova Rg"/>
                                <w:color w:val="939598"/>
                                <w:sz w:val="18"/>
                                <w:lang w:val="en-US"/>
                              </w:rPr>
                            </w:pPr>
                          </w:p>
                        </w:tc>
                      </w:tr>
                      <w:tr w:rsidR="002A33D0" w14:paraId="5FC59210" w14:textId="77777777" w:rsidTr="001F498F">
                        <w:tc>
                          <w:tcPr>
                            <w:tcW w:w="2552" w:type="dxa"/>
                          </w:tcPr>
                          <w:p w14:paraId="2048BC01" w14:textId="77777777" w:rsidR="002A33D0" w:rsidRPr="00FD0282" w:rsidRDefault="002A33D0" w:rsidP="003575D3">
                            <w:pPr>
                              <w:widowControl w:val="0"/>
                              <w:autoSpaceDE w:val="0"/>
                              <w:autoSpaceDN w:val="0"/>
                              <w:spacing w:line="180" w:lineRule="exact"/>
                              <w:rPr>
                                <w:rFonts w:ascii="Proxima Nova Rg" w:eastAsia="Proxima Nova Rg" w:hAnsi="Proxima Nova Rg" w:cs="Proxima Nova Rg"/>
                                <w:noProof/>
                                <w:color w:val="939598"/>
                                <w:sz w:val="18"/>
                              </w:rPr>
                            </w:pPr>
                            <w:r w:rsidRPr="00FD0282">
                              <w:rPr>
                                <w:rFonts w:ascii="Proxima Nova Rg" w:eastAsia="Proxima Nova Rg" w:hAnsi="Proxima Nova Rg" w:cs="Proxima Nova Rg"/>
                                <w:noProof/>
                                <w:color w:val="939598"/>
                                <w:sz w:val="18"/>
                              </w:rPr>
                              <w:t>Ehitajate tee 5</w:t>
                            </w:r>
                          </w:p>
                          <w:p w14:paraId="2161393F" w14:textId="77777777" w:rsidR="002A33D0" w:rsidRPr="00FD0282" w:rsidRDefault="002A33D0" w:rsidP="003575D3">
                            <w:pPr>
                              <w:widowControl w:val="0"/>
                              <w:autoSpaceDE w:val="0"/>
                              <w:autoSpaceDN w:val="0"/>
                              <w:spacing w:line="180" w:lineRule="exact"/>
                              <w:rPr>
                                <w:rFonts w:ascii="Proxima Nova Rg" w:eastAsia="Proxima Nova Rg" w:hAnsi="Proxima Nova Rg" w:cs="Proxima Nova Rg"/>
                                <w:noProof/>
                                <w:color w:val="939598"/>
                                <w:sz w:val="18"/>
                              </w:rPr>
                            </w:pPr>
                            <w:r w:rsidRPr="00FD0282">
                              <w:rPr>
                                <w:rFonts w:ascii="Proxima Nova Rg" w:eastAsia="Proxima Nova Rg" w:hAnsi="Proxima Nova Rg" w:cs="Proxima Nova Rg"/>
                                <w:noProof/>
                                <w:color w:val="939598"/>
                                <w:sz w:val="18"/>
                              </w:rPr>
                              <w:t>19086 Tallinn</w:t>
                            </w:r>
                          </w:p>
                          <w:p w14:paraId="29DDF949" w14:textId="77777777" w:rsidR="002A33D0" w:rsidRPr="00FD0282" w:rsidRDefault="002A33D0" w:rsidP="00AA5711">
                            <w:pPr>
                              <w:widowControl w:val="0"/>
                              <w:autoSpaceDE w:val="0"/>
                              <w:autoSpaceDN w:val="0"/>
                              <w:spacing w:line="180" w:lineRule="exact"/>
                              <w:ind w:right="714"/>
                              <w:rPr>
                                <w:rFonts w:ascii="Proxima Nova Rg" w:eastAsia="Proxima Nova Rg" w:hAnsi="Proxima Nova Rg" w:cs="Proxima Nova Rg"/>
                                <w:noProof/>
                                <w:color w:val="939598"/>
                                <w:sz w:val="18"/>
                              </w:rPr>
                            </w:pPr>
                            <w:r w:rsidRPr="00FD0282">
                              <w:rPr>
                                <w:rFonts w:ascii="Proxima Nova Rg" w:eastAsia="Proxima Nova Rg" w:hAnsi="Proxima Nova Rg" w:cs="Proxima Nova Rg"/>
                                <w:noProof/>
                                <w:color w:val="939598"/>
                                <w:sz w:val="18"/>
                              </w:rPr>
                              <w:t>Rg-kood 74000323</w:t>
                            </w:r>
                          </w:p>
                        </w:tc>
                        <w:tc>
                          <w:tcPr>
                            <w:tcW w:w="4974" w:type="dxa"/>
                          </w:tcPr>
                          <w:p w14:paraId="43B11F5D" w14:textId="77777777" w:rsidR="002A33D0" w:rsidRPr="00FD0282" w:rsidRDefault="002A33D0" w:rsidP="00057464">
                            <w:pPr>
                              <w:rPr>
                                <w:color w:val="939598"/>
                              </w:rPr>
                            </w:pPr>
                          </w:p>
                          <w:p w14:paraId="7D0D1550" w14:textId="77777777" w:rsidR="002A33D0" w:rsidRPr="00FD0282" w:rsidRDefault="002A33D0" w:rsidP="00057464">
                            <w:pPr>
                              <w:rPr>
                                <w:color w:val="939598"/>
                              </w:rPr>
                            </w:pPr>
                          </w:p>
                          <w:p w14:paraId="79F798CB" w14:textId="77777777" w:rsidR="002A33D0" w:rsidRPr="00FD0282" w:rsidRDefault="002A33D0" w:rsidP="00057464">
                            <w:pPr>
                              <w:rPr>
                                <w:color w:val="939598"/>
                              </w:rPr>
                            </w:pPr>
                          </w:p>
                          <w:p w14:paraId="2AAD91F8" w14:textId="77777777" w:rsidR="002A33D0" w:rsidRPr="00FD0282" w:rsidRDefault="002A33D0" w:rsidP="00057464">
                            <w:pPr>
                              <w:rPr>
                                <w:color w:val="939598"/>
                              </w:rPr>
                            </w:pPr>
                          </w:p>
                        </w:tc>
                      </w:tr>
                    </w:tbl>
                    <w:p w14:paraId="398147C7" w14:textId="77777777" w:rsidR="002A33D0" w:rsidRDefault="002A33D0" w:rsidP="002A33D0"/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  <w:r w:rsidR="002F56D2">
        <w:rPr>
          <w:noProof/>
        </w:rPr>
        <w:drawing>
          <wp:anchor distT="0" distB="0" distL="114300" distR="114300" simplePos="0" relativeHeight="251667968" behindDoc="1" locked="1" layoutInCell="1" allowOverlap="1" wp14:anchorId="2A8873F2" wp14:editId="4FD4C3B6">
            <wp:simplePos x="0" y="0"/>
            <wp:positionH relativeFrom="column">
              <wp:posOffset>-3810</wp:posOffset>
            </wp:positionH>
            <wp:positionV relativeFrom="page">
              <wp:posOffset>428625</wp:posOffset>
            </wp:positionV>
            <wp:extent cx="1543050" cy="873760"/>
            <wp:effectExtent l="0" t="0" r="0" b="254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alTech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873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E80C20" w14:textId="77777777" w:rsidR="00B21AA5" w:rsidRPr="00743A0F" w:rsidRDefault="00FF70EC" w:rsidP="00456D5F">
      <w:pPr>
        <w:pStyle w:val="Adressaat"/>
        <w:tabs>
          <w:tab w:val="clear" w:pos="5387"/>
          <w:tab w:val="left" w:pos="5245"/>
        </w:tabs>
        <w:spacing w:before="720"/>
        <w:rPr>
          <w:noProof/>
        </w:rPr>
      </w:pPr>
      <w:r w:rsidRPr="00743A0F">
        <w:rPr>
          <w:noProof/>
        </w:rPr>
        <w:tab/>
      </w:r>
    </w:p>
    <w:p w14:paraId="6E261BC3" w14:textId="77777777" w:rsidR="0087283A" w:rsidRPr="00484A7F" w:rsidRDefault="0087283A" w:rsidP="00355D70">
      <w:pPr>
        <w:pStyle w:val="Aadress"/>
        <w:rPr>
          <w:noProof/>
          <w:sz w:val="24"/>
          <w:szCs w:val="24"/>
        </w:rPr>
      </w:pPr>
      <w:r w:rsidRPr="00484A7F">
        <w:rPr>
          <w:noProof/>
          <w:sz w:val="24"/>
          <w:szCs w:val="24"/>
        </w:rPr>
        <w:t xml:space="preserve">Registrite ja Infosüsteemide Keskus </w:t>
      </w:r>
    </w:p>
    <w:p w14:paraId="4703F6A9" w14:textId="46BA1132" w:rsidR="00B21AA5" w:rsidRPr="00484A7F" w:rsidRDefault="0087283A" w:rsidP="00355D70">
      <w:pPr>
        <w:pStyle w:val="Aadress"/>
        <w:rPr>
          <w:noProof/>
          <w:sz w:val="24"/>
          <w:szCs w:val="24"/>
        </w:rPr>
      </w:pPr>
      <w:r w:rsidRPr="00484A7F">
        <w:rPr>
          <w:noProof/>
          <w:sz w:val="24"/>
          <w:szCs w:val="24"/>
        </w:rPr>
        <w:t>Lõkke 4</w:t>
      </w:r>
      <w:r w:rsidR="00B21AA5" w:rsidRPr="00484A7F">
        <w:rPr>
          <w:noProof/>
          <w:sz w:val="24"/>
          <w:szCs w:val="24"/>
        </w:rPr>
        <w:tab/>
      </w:r>
      <w:r w:rsidR="00C50949" w:rsidRPr="00484A7F">
        <w:rPr>
          <w:noProof/>
          <w:sz w:val="24"/>
          <w:szCs w:val="24"/>
        </w:rPr>
        <w:t xml:space="preserve">                             </w:t>
      </w:r>
      <w:r w:rsidR="00355D70" w:rsidRPr="00484A7F">
        <w:rPr>
          <w:noProof/>
          <w:sz w:val="24"/>
          <w:szCs w:val="24"/>
        </w:rPr>
        <w:t>Meie</w:t>
      </w:r>
      <w:r w:rsidR="005B3D06" w:rsidRPr="00484A7F">
        <w:rPr>
          <w:noProof/>
          <w:sz w:val="24"/>
          <w:szCs w:val="24"/>
        </w:rPr>
        <w:t xml:space="preserve"> </w:t>
      </w:r>
      <w:r w:rsidR="00D565B8">
        <w:rPr>
          <w:noProof/>
          <w:sz w:val="24"/>
          <w:szCs w:val="24"/>
        </w:rPr>
        <w:t>2</w:t>
      </w:r>
      <w:r w:rsidR="00484A7F" w:rsidRPr="00484A7F">
        <w:rPr>
          <w:noProof/>
          <w:sz w:val="24"/>
          <w:szCs w:val="24"/>
        </w:rPr>
        <w:t>8</w:t>
      </w:r>
      <w:r w:rsidRPr="00484A7F">
        <w:rPr>
          <w:noProof/>
          <w:sz w:val="24"/>
          <w:szCs w:val="24"/>
        </w:rPr>
        <w:t xml:space="preserve">. </w:t>
      </w:r>
      <w:r w:rsidR="00D565B8">
        <w:rPr>
          <w:noProof/>
          <w:sz w:val="24"/>
          <w:szCs w:val="24"/>
        </w:rPr>
        <w:t>v</w:t>
      </w:r>
      <w:r w:rsidR="00914806">
        <w:rPr>
          <w:noProof/>
          <w:sz w:val="24"/>
          <w:szCs w:val="24"/>
        </w:rPr>
        <w:t>e</w:t>
      </w:r>
      <w:r w:rsidR="00D565B8">
        <w:rPr>
          <w:noProof/>
          <w:sz w:val="24"/>
          <w:szCs w:val="24"/>
        </w:rPr>
        <w:t>ebruar</w:t>
      </w:r>
      <w:r w:rsidR="00C50949" w:rsidRPr="00484A7F">
        <w:rPr>
          <w:noProof/>
          <w:sz w:val="24"/>
          <w:szCs w:val="24"/>
        </w:rPr>
        <w:t xml:space="preserve"> </w:t>
      </w:r>
      <w:r w:rsidRPr="00484A7F">
        <w:rPr>
          <w:noProof/>
          <w:sz w:val="24"/>
          <w:szCs w:val="24"/>
        </w:rPr>
        <w:t>202</w:t>
      </w:r>
      <w:r w:rsidR="00D565B8">
        <w:rPr>
          <w:noProof/>
          <w:sz w:val="24"/>
          <w:szCs w:val="24"/>
        </w:rPr>
        <w:t>4</w:t>
      </w:r>
    </w:p>
    <w:p w14:paraId="7E1A7DBE" w14:textId="77777777" w:rsidR="00B21AA5" w:rsidRPr="00484A7F" w:rsidRDefault="0087283A" w:rsidP="007F0CF5">
      <w:pPr>
        <w:pStyle w:val="Indekslinn"/>
        <w:rPr>
          <w:noProof/>
          <w:sz w:val="24"/>
          <w:szCs w:val="24"/>
        </w:rPr>
      </w:pPr>
      <w:r w:rsidRPr="00484A7F">
        <w:rPr>
          <w:noProof/>
          <w:sz w:val="24"/>
          <w:szCs w:val="24"/>
        </w:rPr>
        <w:t>Tallinn</w:t>
      </w:r>
    </w:p>
    <w:p w14:paraId="5956E5BF" w14:textId="77777777" w:rsidR="0087283A" w:rsidRPr="00484A7F" w:rsidRDefault="0087283A" w:rsidP="0087283A">
      <w:pPr>
        <w:pStyle w:val="Kirjapealkiri"/>
        <w:tabs>
          <w:tab w:val="left" w:pos="1843"/>
          <w:tab w:val="left" w:pos="3405"/>
        </w:tabs>
        <w:spacing w:after="600"/>
        <w:rPr>
          <w:noProof/>
          <w:sz w:val="24"/>
          <w:szCs w:val="24"/>
        </w:rPr>
      </w:pPr>
      <w:r w:rsidRPr="00484A7F">
        <w:rPr>
          <w:noProof/>
          <w:sz w:val="24"/>
          <w:szCs w:val="24"/>
        </w:rPr>
        <w:t>Taotlus andmete väljastamiseks</w:t>
      </w:r>
    </w:p>
    <w:tbl>
      <w:tblPr>
        <w:tblW w:w="9464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9464"/>
      </w:tblGrid>
      <w:tr w:rsidR="0087283A" w:rsidRPr="0087283A" w14:paraId="40FDD69A" w14:textId="77777777" w:rsidTr="00F85828">
        <w:trPr>
          <w:cantSplit/>
        </w:trPr>
        <w:tc>
          <w:tcPr>
            <w:tcW w:w="9464" w:type="dxa"/>
          </w:tcPr>
          <w:p w14:paraId="75B8B6D0" w14:textId="7D2015B4" w:rsidR="0087283A" w:rsidRPr="00484A7F" w:rsidRDefault="0087283A" w:rsidP="0087283A">
            <w:pPr>
              <w:spacing w:after="120"/>
              <w:jc w:val="both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484A7F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Palun väljastada Tallinna Tehnika</w:t>
            </w:r>
            <w:r w:rsidRPr="00484A7F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softHyphen/>
              <w:t>üli</w:t>
            </w:r>
            <w:r w:rsidRPr="00484A7F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softHyphen/>
              <w:t>kooli majan</w:t>
            </w:r>
            <w:r w:rsidRPr="00484A7F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softHyphen/>
              <w:t>dus</w:t>
            </w:r>
            <w:r w:rsidRPr="00484A7F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softHyphen/>
              <w:t>tea</w:t>
            </w:r>
            <w:r w:rsidRPr="00484A7F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softHyphen/>
              <w:t xml:space="preserve">duskonna </w:t>
            </w:r>
            <w:r w:rsidR="00484A7F" w:rsidRPr="00484A7F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magistriõppe</w:t>
            </w:r>
            <w:r w:rsidR="00C50949" w:rsidRPr="00484A7F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</w:t>
            </w:r>
            <w:r w:rsidRPr="00484A7F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üliõpilasele </w:t>
            </w:r>
            <w:r w:rsidR="00D565B8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Kristin Laidsalule</w:t>
            </w:r>
            <w:r w:rsidR="00371037" w:rsidRPr="00484A7F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</w:t>
            </w:r>
            <w:r w:rsidR="002A36AD" w:rsidRPr="00484A7F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lõpu</w:t>
            </w:r>
            <w:r w:rsidR="00371037" w:rsidRPr="00484A7F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t</w:t>
            </w:r>
            <w:r w:rsidRPr="00484A7F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öö koostamiseks vajalikud andmed.</w:t>
            </w:r>
            <w:r w:rsidRPr="00484A7F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 </w:t>
            </w:r>
          </w:p>
          <w:p w14:paraId="4A4A2F04" w14:textId="77777777" w:rsidR="0087283A" w:rsidRPr="00484A7F" w:rsidRDefault="0087283A" w:rsidP="0087283A">
            <w:pPr>
              <w:spacing w:after="120"/>
              <w:jc w:val="both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484A7F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Kinnitame, et saadud andmeid kasu</w:t>
            </w:r>
            <w:r w:rsidRPr="00484A7F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softHyphen/>
              <w:t>ta</w:t>
            </w:r>
            <w:r w:rsidRPr="00484A7F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softHyphen/>
              <w:t xml:space="preserve">takse ainult konkreetse </w:t>
            </w:r>
            <w:r w:rsidR="00484A7F" w:rsidRPr="00484A7F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lõputöö</w:t>
            </w:r>
            <w:r w:rsidRPr="00484A7F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koostamiseks.</w:t>
            </w:r>
          </w:p>
          <w:p w14:paraId="1AFA8432" w14:textId="51C0F846" w:rsidR="0087283A" w:rsidRPr="00484A7F" w:rsidRDefault="0087283A" w:rsidP="0087283A">
            <w:pPr>
              <w:jc w:val="both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484A7F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Töö koostaja: </w:t>
            </w:r>
            <w:r w:rsidR="00D565B8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Kristin Laidsalu</w:t>
            </w:r>
          </w:p>
          <w:p w14:paraId="17AE408B" w14:textId="346487C0" w:rsidR="0087283A" w:rsidRPr="00484A7F" w:rsidRDefault="00EA1383" w:rsidP="00EA1383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484A7F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Töö pealkiri: </w:t>
            </w:r>
            <w:r w:rsidR="00C50949" w:rsidRPr="00484A7F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"</w:t>
            </w:r>
            <w:r w:rsidR="00D565B8" w:rsidRPr="00D565B8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Tehingupõhise reaalajas aruandlusele ülemineku kitsaskohad Eestis ja ettepanekud ettevõtete toetamiseks</w:t>
            </w:r>
            <w:r w:rsidR="00C50949" w:rsidRPr="00484A7F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".</w:t>
            </w:r>
          </w:p>
          <w:p w14:paraId="12EEC7D3" w14:textId="7DD8D870" w:rsidR="0087283A" w:rsidRPr="00484A7F" w:rsidRDefault="0087283A" w:rsidP="0087283A">
            <w:pPr>
              <w:jc w:val="both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484A7F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Juhendaja: </w:t>
            </w:r>
            <w:r w:rsidR="00D565B8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lektor</w:t>
            </w:r>
            <w:r w:rsidR="005702A1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</w:t>
            </w:r>
            <w:r w:rsidR="00D565B8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Ester Vahtre</w:t>
            </w:r>
          </w:p>
          <w:p w14:paraId="302C9099" w14:textId="42E1A122" w:rsidR="00FF77EA" w:rsidRPr="00484A7F" w:rsidRDefault="0087283A" w:rsidP="00675794">
            <w:pPr>
              <w:spacing w:before="60"/>
              <w:jc w:val="both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484A7F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Vajalikud andmed</w:t>
            </w:r>
            <w:r w:rsidR="00D565B8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:</w:t>
            </w:r>
          </w:p>
          <w:p w14:paraId="38B40B22" w14:textId="0316AB56" w:rsidR="00CF5DA5" w:rsidRDefault="00D565B8" w:rsidP="00D565B8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  <w:sz w:val="24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0"/>
                <w:lang w:eastAsia="en-US"/>
              </w:rPr>
              <w:t>K</w:t>
            </w:r>
            <w:r w:rsidRPr="00D565B8">
              <w:rPr>
                <w:rFonts w:asciiTheme="minorHAnsi" w:hAnsiTheme="minorHAnsi" w:cstheme="minorHAnsi"/>
                <w:sz w:val="24"/>
                <w:szCs w:val="20"/>
                <w:lang w:eastAsia="en-US"/>
              </w:rPr>
              <w:t xml:space="preserve">õikide kehtivate </w:t>
            </w:r>
            <w:r w:rsidRPr="00D565B8">
              <w:rPr>
                <w:rFonts w:asciiTheme="minorHAnsi" w:hAnsiTheme="minorHAnsi" w:cstheme="minorHAnsi"/>
                <w:sz w:val="24"/>
                <w:szCs w:val="20"/>
                <w:lang w:eastAsia="en-US"/>
              </w:rPr>
              <w:t xml:space="preserve">ja aktiivsete </w:t>
            </w:r>
            <w:r w:rsidRPr="00D565B8">
              <w:rPr>
                <w:rFonts w:asciiTheme="minorHAnsi" w:hAnsiTheme="minorHAnsi" w:cstheme="minorHAnsi"/>
                <w:sz w:val="24"/>
                <w:szCs w:val="20"/>
                <w:lang w:eastAsia="en-US"/>
              </w:rPr>
              <w:t xml:space="preserve">ettevõtete andmed (registrikood, nimi, õiguslik vorm, esmakande </w:t>
            </w:r>
            <w:proofErr w:type="spellStart"/>
            <w:r w:rsidRPr="00D565B8">
              <w:rPr>
                <w:rFonts w:asciiTheme="minorHAnsi" w:hAnsiTheme="minorHAnsi" w:cstheme="minorHAnsi"/>
                <w:sz w:val="24"/>
                <w:szCs w:val="20"/>
                <w:lang w:eastAsia="en-US"/>
              </w:rPr>
              <w:t>kpv</w:t>
            </w:r>
            <w:proofErr w:type="spellEnd"/>
            <w:r w:rsidRPr="00D565B8">
              <w:rPr>
                <w:rFonts w:asciiTheme="minorHAnsi" w:hAnsiTheme="minorHAnsi" w:cstheme="minorHAnsi"/>
                <w:sz w:val="24"/>
                <w:szCs w:val="20"/>
                <w:lang w:eastAsia="en-US"/>
              </w:rPr>
              <w:t>, asukoha</w:t>
            </w:r>
            <w:r>
              <w:rPr>
                <w:rFonts w:asciiTheme="minorHAnsi" w:hAnsiTheme="minorHAnsi" w:cstheme="minorHAnsi"/>
                <w:sz w:val="24"/>
                <w:szCs w:val="20"/>
                <w:lang w:eastAsia="en-US"/>
              </w:rPr>
              <w:t xml:space="preserve"> </w:t>
            </w:r>
            <w:r w:rsidRPr="00D565B8">
              <w:rPr>
                <w:rFonts w:asciiTheme="minorHAnsi" w:hAnsiTheme="minorHAnsi" w:cstheme="minorHAnsi"/>
                <w:sz w:val="24"/>
                <w:szCs w:val="20"/>
                <w:lang w:eastAsia="en-US"/>
              </w:rPr>
              <w:t>aadress, e-posti aadress, töötajate arv, käive, e-arve vastuvõtmise tunnus)</w:t>
            </w:r>
            <w:r>
              <w:rPr>
                <w:rFonts w:asciiTheme="minorHAnsi" w:hAnsiTheme="minorHAnsi" w:cstheme="minorHAnsi"/>
                <w:sz w:val="24"/>
                <w:szCs w:val="20"/>
                <w:lang w:eastAsia="en-US"/>
              </w:rPr>
              <w:t>;</w:t>
            </w:r>
          </w:p>
          <w:p w14:paraId="4A620D28" w14:textId="1A4E7A97" w:rsidR="00D565B8" w:rsidRDefault="00D565B8" w:rsidP="00D565B8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4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0"/>
                <w:lang w:eastAsia="en-US"/>
              </w:rPr>
              <w:t>Andmed</w:t>
            </w:r>
            <w:r w:rsidRPr="00D565B8">
              <w:rPr>
                <w:rFonts w:asciiTheme="minorHAnsi" w:hAnsiTheme="minorHAnsi" w:cstheme="minorHAnsi"/>
                <w:sz w:val="24"/>
                <w:szCs w:val="20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0"/>
                <w:lang w:eastAsia="en-US"/>
              </w:rPr>
              <w:t>aktiivsete</w:t>
            </w:r>
            <w:r w:rsidRPr="00D565B8">
              <w:rPr>
                <w:rFonts w:asciiTheme="minorHAnsi" w:hAnsiTheme="minorHAnsi" w:cstheme="minorHAnsi"/>
                <w:sz w:val="24"/>
                <w:szCs w:val="20"/>
                <w:lang w:eastAsia="en-US"/>
              </w:rPr>
              <w:t xml:space="preserve"> ettevõtete kohta, kes võtavad vastu e-arveid</w:t>
            </w:r>
            <w:r>
              <w:rPr>
                <w:rFonts w:asciiTheme="minorHAnsi" w:hAnsiTheme="minorHAnsi" w:cstheme="minorHAnsi"/>
                <w:sz w:val="24"/>
                <w:szCs w:val="20"/>
                <w:lang w:eastAsia="en-US"/>
              </w:rPr>
              <w:t>;</w:t>
            </w:r>
          </w:p>
          <w:p w14:paraId="17FB33BB" w14:textId="6F5FF189" w:rsidR="00D565B8" w:rsidRDefault="00D565B8" w:rsidP="00D565B8">
            <w:pPr>
              <w:pStyle w:val="ListParagraph"/>
              <w:numPr>
                <w:ilvl w:val="0"/>
                <w:numId w:val="6"/>
              </w:numPr>
              <w:spacing w:after="120"/>
              <w:ind w:left="714" w:hanging="357"/>
              <w:rPr>
                <w:rFonts w:asciiTheme="minorHAnsi" w:hAnsiTheme="minorHAnsi" w:cstheme="minorHAnsi"/>
                <w:sz w:val="24"/>
                <w:szCs w:val="20"/>
                <w:lang w:eastAsia="en-US"/>
              </w:rPr>
            </w:pPr>
            <w:r w:rsidRPr="00D565B8">
              <w:rPr>
                <w:rFonts w:asciiTheme="minorHAnsi" w:hAnsiTheme="minorHAnsi" w:cstheme="minorHAnsi"/>
                <w:sz w:val="24"/>
                <w:szCs w:val="20"/>
                <w:lang w:eastAsia="en-US"/>
              </w:rPr>
              <w:t>Andmed aktiivsete ettevõtete kohta</w:t>
            </w:r>
            <w:r w:rsidR="00675794">
              <w:rPr>
                <w:rFonts w:asciiTheme="minorHAnsi" w:hAnsiTheme="minorHAnsi" w:cstheme="minorHAnsi"/>
                <w:sz w:val="24"/>
                <w:szCs w:val="20"/>
                <w:lang w:eastAsia="en-US"/>
              </w:rPr>
              <w:t>,</w:t>
            </w:r>
            <w:r w:rsidRPr="00D565B8">
              <w:rPr>
                <w:rFonts w:asciiTheme="minorHAnsi" w:hAnsiTheme="minorHAnsi" w:cstheme="minorHAnsi"/>
                <w:sz w:val="24"/>
                <w:szCs w:val="20"/>
                <w:lang w:eastAsia="en-US"/>
              </w:rPr>
              <w:t xml:space="preserve"> </w:t>
            </w:r>
            <w:r w:rsidRPr="00D565B8">
              <w:rPr>
                <w:rFonts w:asciiTheme="minorHAnsi" w:hAnsiTheme="minorHAnsi" w:cstheme="minorHAnsi"/>
                <w:sz w:val="24"/>
                <w:szCs w:val="20"/>
                <w:lang w:eastAsia="en-US"/>
              </w:rPr>
              <w:t>kes ei võta vastu e-arveid</w:t>
            </w:r>
            <w:r>
              <w:rPr>
                <w:rFonts w:asciiTheme="minorHAnsi" w:hAnsiTheme="minorHAnsi" w:cstheme="minorHAnsi"/>
                <w:sz w:val="24"/>
                <w:szCs w:val="20"/>
                <w:lang w:eastAsia="en-US"/>
              </w:rPr>
              <w:t>.</w:t>
            </w:r>
            <w:r w:rsidRPr="00D565B8">
              <w:rPr>
                <w:rFonts w:asciiTheme="minorHAnsi" w:hAnsiTheme="minorHAnsi" w:cstheme="minorHAnsi"/>
                <w:sz w:val="24"/>
                <w:szCs w:val="20"/>
                <w:lang w:eastAsia="en-US"/>
              </w:rPr>
              <w:t xml:space="preserve"> </w:t>
            </w:r>
          </w:p>
          <w:p w14:paraId="6E1BF11D" w14:textId="6142B463" w:rsidR="0087283A" w:rsidRPr="0087283A" w:rsidRDefault="00D565B8" w:rsidP="00D565B8">
            <w:pPr>
              <w:rPr>
                <w:rFonts w:asciiTheme="minorHAnsi" w:hAnsiTheme="minorHAnsi" w:cstheme="minorHAnsi"/>
                <w:sz w:val="24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0"/>
                <w:lang w:eastAsia="en-US"/>
              </w:rPr>
              <w:t>Selgitus: on vaja</w:t>
            </w:r>
            <w:r w:rsidRPr="00D565B8">
              <w:rPr>
                <w:rFonts w:asciiTheme="minorHAnsi" w:hAnsiTheme="minorHAnsi" w:cstheme="minorHAnsi"/>
                <w:sz w:val="24"/>
                <w:szCs w:val="20"/>
                <w:lang w:eastAsia="en-US"/>
              </w:rPr>
              <w:t xml:space="preserve"> analüüsida, kus maakonnas on kõige rohkem e-arvete kasutajaid ja kus kõige vähem, samuti ettevõtte suuruse lõikes, et kas seal esineb seos, et suurettevõtetel on olemas e-arve vastuvõtlikkus, kuid väiksematel mitte ning äkki on ka siin võimalik õigusliku vormi järgi neid sorteerida (OÜ-d, AS).</w:t>
            </w:r>
          </w:p>
        </w:tc>
      </w:tr>
      <w:tr w:rsidR="0087283A" w:rsidRPr="0087283A" w14:paraId="14707A62" w14:textId="77777777" w:rsidTr="00F85828">
        <w:trPr>
          <w:cantSplit/>
        </w:trPr>
        <w:tc>
          <w:tcPr>
            <w:tcW w:w="9464" w:type="dxa"/>
          </w:tcPr>
          <w:p w14:paraId="651EAF87" w14:textId="77777777" w:rsidR="0087283A" w:rsidRPr="0087283A" w:rsidRDefault="0087283A" w:rsidP="0087283A">
            <w:pPr>
              <w:rPr>
                <w:rFonts w:asciiTheme="minorHAnsi" w:hAnsiTheme="minorHAnsi" w:cstheme="minorHAnsi"/>
                <w:sz w:val="24"/>
                <w:szCs w:val="20"/>
                <w:lang w:eastAsia="en-US"/>
              </w:rPr>
            </w:pPr>
          </w:p>
          <w:p w14:paraId="6540C939" w14:textId="32457151" w:rsidR="0087283A" w:rsidRPr="00484A7F" w:rsidRDefault="0087283A" w:rsidP="0087283A">
            <w:pPr>
              <w:rPr>
                <w:rFonts w:asciiTheme="minorHAnsi" w:eastAsia="Calibri" w:hAnsiTheme="minorHAnsi" w:cstheme="minorHAnsi"/>
                <w:color w:val="0000FF"/>
                <w:sz w:val="24"/>
                <w:szCs w:val="24"/>
                <w:u w:val="single"/>
              </w:rPr>
            </w:pPr>
            <w:proofErr w:type="spellStart"/>
            <w:r w:rsidRPr="00484A7F">
              <w:rPr>
                <w:rFonts w:asciiTheme="minorHAnsi" w:hAnsiTheme="minorHAnsi" w:cstheme="minorHAnsi"/>
                <w:sz w:val="24"/>
                <w:szCs w:val="20"/>
                <w:lang w:val="fi-FI" w:eastAsia="en-US"/>
              </w:rPr>
              <w:t>Andmed</w:t>
            </w:r>
            <w:proofErr w:type="spellEnd"/>
            <w:r w:rsidRPr="00484A7F">
              <w:rPr>
                <w:rFonts w:asciiTheme="minorHAnsi" w:hAnsiTheme="minorHAnsi" w:cstheme="minorHAnsi"/>
                <w:sz w:val="24"/>
                <w:szCs w:val="20"/>
                <w:lang w:val="fi-FI" w:eastAsia="en-US"/>
              </w:rPr>
              <w:t xml:space="preserve"> </w:t>
            </w:r>
            <w:proofErr w:type="spellStart"/>
            <w:r w:rsidRPr="00484A7F">
              <w:rPr>
                <w:rFonts w:asciiTheme="minorHAnsi" w:hAnsiTheme="minorHAnsi" w:cstheme="minorHAnsi"/>
                <w:sz w:val="24"/>
                <w:szCs w:val="20"/>
                <w:lang w:val="fi-FI" w:eastAsia="en-US"/>
              </w:rPr>
              <w:t>palun</w:t>
            </w:r>
            <w:proofErr w:type="spellEnd"/>
            <w:r w:rsidRPr="00484A7F">
              <w:rPr>
                <w:rFonts w:asciiTheme="minorHAnsi" w:hAnsiTheme="minorHAnsi" w:cstheme="minorHAnsi"/>
                <w:sz w:val="24"/>
                <w:szCs w:val="20"/>
                <w:lang w:val="fi-FI" w:eastAsia="en-US"/>
              </w:rPr>
              <w:t xml:space="preserve"> saata e-posti </w:t>
            </w:r>
            <w:proofErr w:type="spellStart"/>
            <w:r w:rsidRPr="00484A7F">
              <w:rPr>
                <w:rFonts w:asciiTheme="minorHAnsi" w:hAnsiTheme="minorHAnsi" w:cstheme="minorHAnsi"/>
                <w:sz w:val="24"/>
                <w:szCs w:val="20"/>
                <w:lang w:val="fi-FI" w:eastAsia="en-US"/>
              </w:rPr>
              <w:t>aadressil</w:t>
            </w:r>
            <w:proofErr w:type="spellEnd"/>
            <w:r w:rsidRPr="00484A7F">
              <w:rPr>
                <w:rFonts w:asciiTheme="minorHAnsi" w:hAnsiTheme="minorHAnsi" w:cstheme="minorHAnsi"/>
                <w:sz w:val="24"/>
                <w:szCs w:val="20"/>
                <w:lang w:val="fi-FI" w:eastAsia="en-US"/>
              </w:rPr>
              <w:t xml:space="preserve">: </w:t>
            </w:r>
            <w:hyperlink r:id="rId13" w:history="1">
              <w:r w:rsidR="00D565B8" w:rsidRPr="002F214D">
                <w:rPr>
                  <w:rStyle w:val="Hyperlink"/>
                  <w:sz w:val="24"/>
                  <w:szCs w:val="24"/>
                </w:rPr>
                <w:t>krlaid@taltech.ee</w:t>
              </w:r>
            </w:hyperlink>
            <w:r w:rsidR="00D565B8">
              <w:t xml:space="preserve"> </w:t>
            </w:r>
          </w:p>
          <w:p w14:paraId="0174813A" w14:textId="77777777" w:rsidR="0087283A" w:rsidRDefault="0087283A" w:rsidP="0087283A">
            <w:pPr>
              <w:rPr>
                <w:rFonts w:asciiTheme="minorHAnsi" w:eastAsia="Calibri" w:hAnsiTheme="minorHAnsi" w:cstheme="minorHAnsi"/>
                <w:color w:val="0000FF"/>
                <w:sz w:val="24"/>
                <w:szCs w:val="24"/>
                <w:u w:val="single"/>
              </w:rPr>
            </w:pPr>
          </w:p>
          <w:p w14:paraId="6D8E48A9" w14:textId="77777777" w:rsidR="0087283A" w:rsidRDefault="0087283A" w:rsidP="0087283A">
            <w:pPr>
              <w:rPr>
                <w:rFonts w:asciiTheme="minorHAnsi" w:eastAsia="Calibri" w:hAnsiTheme="minorHAnsi" w:cstheme="minorHAnsi"/>
                <w:color w:val="0000FF"/>
                <w:sz w:val="24"/>
                <w:szCs w:val="24"/>
                <w:u w:val="single"/>
              </w:rPr>
            </w:pPr>
          </w:p>
          <w:p w14:paraId="06867D40" w14:textId="77777777" w:rsidR="0087283A" w:rsidRPr="00484A7F" w:rsidRDefault="0087283A" w:rsidP="00484A7F">
            <w:pPr>
              <w:pStyle w:val="Ametinimetus"/>
              <w:spacing w:after="0"/>
              <w:rPr>
                <w:noProof/>
                <w:sz w:val="24"/>
                <w:szCs w:val="24"/>
              </w:rPr>
            </w:pPr>
            <w:r w:rsidRPr="00484A7F">
              <w:rPr>
                <w:noProof/>
                <w:sz w:val="24"/>
                <w:szCs w:val="24"/>
              </w:rPr>
              <w:t>Lugupidamisega</w:t>
            </w:r>
          </w:p>
          <w:p w14:paraId="707FB705" w14:textId="77777777" w:rsidR="00371037" w:rsidRPr="00484A7F" w:rsidRDefault="00C50949" w:rsidP="00371037">
            <w:pPr>
              <w:pStyle w:val="Allkirjastatuddigit"/>
              <w:tabs>
                <w:tab w:val="center" w:pos="4677"/>
                <w:tab w:val="left" w:pos="5085"/>
              </w:tabs>
              <w:rPr>
                <w:noProof/>
                <w:sz w:val="24"/>
                <w:szCs w:val="24"/>
              </w:rPr>
            </w:pPr>
            <w:r w:rsidRPr="00484A7F">
              <w:rPr>
                <w:noProof/>
                <w:sz w:val="24"/>
                <w:szCs w:val="24"/>
              </w:rPr>
              <w:t>/allkirjastatud digitaalselt/</w:t>
            </w:r>
            <w:r w:rsidR="00371037" w:rsidRPr="00484A7F">
              <w:rPr>
                <w:noProof/>
                <w:sz w:val="24"/>
                <w:szCs w:val="24"/>
              </w:rPr>
              <w:tab/>
            </w:r>
            <w:r w:rsidR="00371037" w:rsidRPr="00484A7F">
              <w:rPr>
                <w:noProof/>
                <w:sz w:val="24"/>
                <w:szCs w:val="24"/>
              </w:rPr>
              <w:tab/>
            </w:r>
          </w:p>
          <w:p w14:paraId="6E9D328D" w14:textId="77777777" w:rsidR="00371037" w:rsidRPr="00484A7F" w:rsidRDefault="00371037" w:rsidP="00371037">
            <w:pPr>
              <w:pStyle w:val="Allkirjastajanimi"/>
              <w:rPr>
                <w:noProof/>
                <w:sz w:val="24"/>
                <w:szCs w:val="24"/>
              </w:rPr>
            </w:pPr>
            <w:r w:rsidRPr="00484A7F">
              <w:rPr>
                <w:noProof/>
                <w:sz w:val="24"/>
                <w:szCs w:val="24"/>
              </w:rPr>
              <w:t>Mare Orav</w:t>
            </w:r>
          </w:p>
          <w:p w14:paraId="1FA92F41" w14:textId="77777777" w:rsidR="00371037" w:rsidRPr="00484A7F" w:rsidRDefault="00484A7F" w:rsidP="00371037">
            <w:pPr>
              <w:pStyle w:val="Ametinimetus"/>
              <w:spacing w:after="0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Õppe ja t</w:t>
            </w:r>
            <w:r w:rsidR="00371037" w:rsidRPr="00484A7F">
              <w:rPr>
                <w:noProof/>
                <w:sz w:val="24"/>
                <w:szCs w:val="24"/>
              </w:rPr>
              <w:t>äienduskoolituse spetsialist</w:t>
            </w:r>
          </w:p>
          <w:sdt>
            <w:sdtPr>
              <w:rPr>
                <w:sz w:val="24"/>
                <w:szCs w:val="24"/>
              </w:rPr>
              <w:id w:val="-2137783743"/>
              <w:placeholder>
                <w:docPart w:val="5A462E0E50C549BBA824F647492C908C"/>
              </w:placeholder>
              <w:dropDownList>
                <w:listItem w:value="Choose an item."/>
                <w:listItem w:displayText="Arvutisüsteemide instituut" w:value="Arvutisüsteemide instituut"/>
                <w:listItem w:displayText="Avatud ülikool" w:value="Avatud ülikool"/>
                <w:listItem w:displayText="Eesti Mereakadeemia" w:value="Eesti Mereakadeemia"/>
                <w:listItem w:displayText="Ehituse ja arhitektuuri instituut" w:value="Ehituse ja arhitektuuri instituut"/>
                <w:listItem w:displayText="Elektroenergeetika ja mehhatroonika instituut" w:value="Elektroenergeetika ja mehhatroonika instituut"/>
                <w:listItem w:displayText="Energiatehnoloogia instituut" w:value="Energiatehnoloogia instituut"/>
                <w:listItem w:displayText="Geoloogia instituut  " w:value="Geoloogia instituut  "/>
                <w:listItem w:displayText="Infotehnoloogia osakond" w:value="Infotehnoloogia osakond"/>
                <w:listItem w:displayText="Infotehnoloogia teaduskond" w:value="Infotehnoloogia teaduskond"/>
                <w:listItem w:displayText="Innovatsiooni- ja ettevõtluskeskus" w:value="Innovatsiooni- ja ettevõtluskeskus"/>
                <w:listItem w:displayText="Inseneriteaduskond" w:value="Inseneriteaduskond"/>
                <w:listItem w:displayText="IT Kolledž" w:value="IT Kolledž"/>
                <w:listItem w:displayText="Keemia ja biotehnoloogia instituut  " w:value="Keemia ja biotehnoloogia instituut  "/>
                <w:listItem w:displayText="Kinnisvaraosakond" w:value="Kinnisvaraosakond"/>
                <w:listItem w:displayText="Küberneetika instituut " w:value="Küberneetika instituut "/>
                <w:listItem w:displayText="Loodusteaduskond" w:value="Loodusteaduskond"/>
                <w:listItem w:displayText="Majandusanalüüsi ja rahanduse instituut" w:value="Majandusanalüüsi ja rahanduse instituut"/>
                <w:listItem w:displayText="Majandusteaduskond" w:value="Majandusteaduskond"/>
                <w:listItem w:displayText="Materjali- ja keskkonnatehnoloogia instituut" w:value="Materjali- ja keskkonnatehnoloogia instituut"/>
                <w:listItem w:displayText="Mehaanika ja tööstustehnika instituut" w:value="Mehaanika ja tööstustehnika instituut"/>
                <w:listItem w:displayText="Meresüsteemide instituut" w:value="Meresüsteemide instituut"/>
                <w:listItem w:displayText="Personaliosakond" w:value="Personaliosakond"/>
                <w:listItem w:displayText="Raamatukogu" w:value="Raamatukogu"/>
                <w:listItem w:displayText="Ragnar Nurkse innovatsiooni ja valitsemise instituut" w:value="Ragnar Nurkse innovatsiooni ja valitsemise instituut"/>
                <w:listItem w:displayText="Rahandusosakond" w:value="Rahandusosakond"/>
                <w:listItem w:displayText="Tarkvarateaduse instituut" w:value="Tarkvarateaduse instituut"/>
                <w:listItem w:displayText="Tartu kolledž" w:value="Tartu kolledž"/>
                <w:listItem w:displayText="Teadusosakond" w:value="Teadusosakond"/>
                <w:listItem w:displayText="Tervisetehnoloogiate instituut" w:value="Tervisetehnoloogiate instituut"/>
                <w:listItem w:displayText="Thomas Johann Seebecki elektroonikainstituut" w:value="Thomas Johann Seebecki elektroonikainstituut"/>
                <w:listItem w:displayText="TTÜ Sertifitseerimisasutus" w:value="TTÜ Sertifitseerimisasutus"/>
                <w:listItem w:displayText="Virumaa kolledž" w:value="Virumaa kolledž"/>
                <w:listItem w:displayText="Õiguse instituut " w:value="Õiguse instituut "/>
                <w:listItem w:displayText="Õppeosakond" w:value="Õppeosakond"/>
                <w:listItem w:displayText="Ärikorralduse instituut" w:value="Ärikorralduse instituut"/>
                <w:listItem w:displayText="Üldosakond" w:value="Üldosakond"/>
              </w:dropDownList>
            </w:sdtPr>
            <w:sdtEndPr/>
            <w:sdtContent>
              <w:p w14:paraId="388696F9" w14:textId="77777777" w:rsidR="00371037" w:rsidRPr="00484A7F" w:rsidRDefault="00371037" w:rsidP="00371037">
                <w:pPr>
                  <w:pStyle w:val="BodyText"/>
                  <w:rPr>
                    <w:sz w:val="24"/>
                    <w:szCs w:val="24"/>
                  </w:rPr>
                </w:pPr>
                <w:r w:rsidRPr="00484A7F">
                  <w:rPr>
                    <w:sz w:val="24"/>
                    <w:szCs w:val="24"/>
                  </w:rPr>
                  <w:t>Ärikorralduse instituut</w:t>
                </w:r>
              </w:p>
            </w:sdtContent>
          </w:sdt>
          <w:p w14:paraId="1E5A9771" w14:textId="77ABCFE5" w:rsidR="0087283A" w:rsidRPr="0087283A" w:rsidRDefault="00675794" w:rsidP="0087283A">
            <w:pPr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  <w:t>620 4006</w:t>
            </w:r>
          </w:p>
        </w:tc>
      </w:tr>
    </w:tbl>
    <w:p w14:paraId="3A13BB26" w14:textId="77777777" w:rsidR="00B95E26" w:rsidRPr="00371037" w:rsidRDefault="00B95E26" w:rsidP="00371037">
      <w:pPr>
        <w:pStyle w:val="Lisamrge"/>
        <w:tabs>
          <w:tab w:val="clear" w:pos="1134"/>
          <w:tab w:val="left" w:pos="567"/>
        </w:tabs>
      </w:pPr>
    </w:p>
    <w:sectPr w:rsidR="00B95E26" w:rsidRPr="00371037" w:rsidSect="00371037">
      <w:footerReference w:type="default" r:id="rId14"/>
      <w:type w:val="continuous"/>
      <w:pgSz w:w="11906" w:h="16838" w:code="9"/>
      <w:pgMar w:top="680" w:right="851" w:bottom="0" w:left="1701" w:header="397" w:footer="51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002AFB" w14:textId="77777777" w:rsidR="0087283A" w:rsidRDefault="0087283A">
      <w:r>
        <w:separator/>
      </w:r>
    </w:p>
  </w:endnote>
  <w:endnote w:type="continuationSeparator" w:id="0">
    <w:p w14:paraId="32029CF6" w14:textId="77777777" w:rsidR="0087283A" w:rsidRDefault="0087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Proxima Nova Lt">
    <w:altName w:val="DejaVu Sans Condensed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Proxima Nova Rg">
    <w:altName w:val="DejaVu Sans Condensed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1FB2C" w14:textId="77777777" w:rsidR="00834AC3" w:rsidRDefault="00834A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13BA1" w14:textId="77777777" w:rsidR="0087283A" w:rsidRDefault="0087283A">
      <w:r>
        <w:separator/>
      </w:r>
    </w:p>
  </w:footnote>
  <w:footnote w:type="continuationSeparator" w:id="0">
    <w:p w14:paraId="1AB9B58A" w14:textId="77777777" w:rsidR="0087283A" w:rsidRDefault="008728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BFD49" w14:textId="77777777" w:rsidR="00513AE7" w:rsidRDefault="00513AE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270D155" w14:textId="77777777" w:rsidR="00513AE7" w:rsidRDefault="00513AE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8A03F" w14:textId="77777777" w:rsidR="005E5199" w:rsidRDefault="005E5199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00CE9" w14:textId="77777777" w:rsidR="00C66300" w:rsidRDefault="004F3713" w:rsidP="004F3713">
    <w:pPr>
      <w:pStyle w:val="Header"/>
      <w:tabs>
        <w:tab w:val="left" w:pos="3075"/>
      </w:tabs>
    </w:pP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5021EB"/>
    <w:multiLevelType w:val="multilevel"/>
    <w:tmpl w:val="08C0FE5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 w15:restartNumberingAfterBreak="0">
    <w:nsid w:val="435274B8"/>
    <w:multiLevelType w:val="multilevel"/>
    <w:tmpl w:val="FF8EB9C0"/>
    <w:lvl w:ilvl="0">
      <w:start w:val="1"/>
      <w:numFmt w:val="decimal"/>
      <w:pStyle w:val="Loetelu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odyt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4537108A"/>
    <w:multiLevelType w:val="multilevel"/>
    <w:tmpl w:val="733AEA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4C23A6F"/>
    <w:multiLevelType w:val="hybridMultilevel"/>
    <w:tmpl w:val="EA9E4C3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001177"/>
    <w:multiLevelType w:val="multilevel"/>
    <w:tmpl w:val="64E4EAF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776A7C5C"/>
    <w:multiLevelType w:val="multilevel"/>
    <w:tmpl w:val="8EBC68A4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78399986">
    <w:abstractNumId w:val="4"/>
  </w:num>
  <w:num w:numId="2" w16cid:durableId="520975656">
    <w:abstractNumId w:val="5"/>
  </w:num>
  <w:num w:numId="3" w16cid:durableId="447048480">
    <w:abstractNumId w:val="0"/>
  </w:num>
  <w:num w:numId="4" w16cid:durableId="816073634">
    <w:abstractNumId w:val="1"/>
  </w:num>
  <w:num w:numId="5" w16cid:durableId="126487539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121111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3"/>
  <w:drawingGridVerticalSpacing w:val="113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81" style="mso-position-horizontal:left;mso-position-horizontal-relative:margin;mso-position-vertical-relative:page" fill="f" fillcolor="window" stroke="f">
      <v:fill color="window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283A"/>
    <w:rsid w:val="00005729"/>
    <w:rsid w:val="0003530A"/>
    <w:rsid w:val="0004482A"/>
    <w:rsid w:val="00085DE4"/>
    <w:rsid w:val="000A40EB"/>
    <w:rsid w:val="000C2648"/>
    <w:rsid w:val="000D4CFF"/>
    <w:rsid w:val="000E5D6F"/>
    <w:rsid w:val="000F1591"/>
    <w:rsid w:val="0013131F"/>
    <w:rsid w:val="0013542A"/>
    <w:rsid w:val="00135B43"/>
    <w:rsid w:val="00142AE3"/>
    <w:rsid w:val="001A13A9"/>
    <w:rsid w:val="001C29E1"/>
    <w:rsid w:val="001C4880"/>
    <w:rsid w:val="001C7A00"/>
    <w:rsid w:val="001E6F87"/>
    <w:rsid w:val="00200BE4"/>
    <w:rsid w:val="00211DAA"/>
    <w:rsid w:val="00212742"/>
    <w:rsid w:val="00225428"/>
    <w:rsid w:val="00257382"/>
    <w:rsid w:val="00263803"/>
    <w:rsid w:val="00273179"/>
    <w:rsid w:val="00290B60"/>
    <w:rsid w:val="002A33D0"/>
    <w:rsid w:val="002A36AD"/>
    <w:rsid w:val="002A40A2"/>
    <w:rsid w:val="002D12BE"/>
    <w:rsid w:val="002E6602"/>
    <w:rsid w:val="002E74BE"/>
    <w:rsid w:val="002F214D"/>
    <w:rsid w:val="002F2F22"/>
    <w:rsid w:val="002F56D2"/>
    <w:rsid w:val="00311205"/>
    <w:rsid w:val="00314205"/>
    <w:rsid w:val="003155AD"/>
    <w:rsid w:val="00337290"/>
    <w:rsid w:val="00355D70"/>
    <w:rsid w:val="003576D7"/>
    <w:rsid w:val="00367F76"/>
    <w:rsid w:val="00371037"/>
    <w:rsid w:val="0037507E"/>
    <w:rsid w:val="003931D9"/>
    <w:rsid w:val="00397248"/>
    <w:rsid w:val="003B0A95"/>
    <w:rsid w:val="003B774F"/>
    <w:rsid w:val="003C1ACF"/>
    <w:rsid w:val="003D3C34"/>
    <w:rsid w:val="00400B98"/>
    <w:rsid w:val="004137B8"/>
    <w:rsid w:val="00417566"/>
    <w:rsid w:val="00456D5F"/>
    <w:rsid w:val="0046454D"/>
    <w:rsid w:val="00466465"/>
    <w:rsid w:val="00484A7F"/>
    <w:rsid w:val="0048512F"/>
    <w:rsid w:val="004D2753"/>
    <w:rsid w:val="004D506D"/>
    <w:rsid w:val="004E05F2"/>
    <w:rsid w:val="004E0999"/>
    <w:rsid w:val="004E4ABA"/>
    <w:rsid w:val="004E720E"/>
    <w:rsid w:val="004F3713"/>
    <w:rsid w:val="00507F81"/>
    <w:rsid w:val="005139B9"/>
    <w:rsid w:val="00513AE7"/>
    <w:rsid w:val="00517A03"/>
    <w:rsid w:val="005237C7"/>
    <w:rsid w:val="005330FF"/>
    <w:rsid w:val="005337FC"/>
    <w:rsid w:val="00534536"/>
    <w:rsid w:val="005412BB"/>
    <w:rsid w:val="0055045E"/>
    <w:rsid w:val="00553B9E"/>
    <w:rsid w:val="00556822"/>
    <w:rsid w:val="00561667"/>
    <w:rsid w:val="005702A1"/>
    <w:rsid w:val="00573D47"/>
    <w:rsid w:val="005742A0"/>
    <w:rsid w:val="00586931"/>
    <w:rsid w:val="00596347"/>
    <w:rsid w:val="005A25C1"/>
    <w:rsid w:val="005A64E1"/>
    <w:rsid w:val="005A70D2"/>
    <w:rsid w:val="005B3D06"/>
    <w:rsid w:val="005D1440"/>
    <w:rsid w:val="005D3997"/>
    <w:rsid w:val="005E39F9"/>
    <w:rsid w:val="005E4F67"/>
    <w:rsid w:val="005E5199"/>
    <w:rsid w:val="005F18E6"/>
    <w:rsid w:val="0061132B"/>
    <w:rsid w:val="00645312"/>
    <w:rsid w:val="006568B6"/>
    <w:rsid w:val="00660540"/>
    <w:rsid w:val="006609F9"/>
    <w:rsid w:val="00661EFE"/>
    <w:rsid w:val="00663B18"/>
    <w:rsid w:val="00665EB1"/>
    <w:rsid w:val="00666D0E"/>
    <w:rsid w:val="006736A6"/>
    <w:rsid w:val="00675794"/>
    <w:rsid w:val="00683EE9"/>
    <w:rsid w:val="00694C57"/>
    <w:rsid w:val="006A3D5A"/>
    <w:rsid w:val="006B0FB7"/>
    <w:rsid w:val="006C07CC"/>
    <w:rsid w:val="006F2AE2"/>
    <w:rsid w:val="006F4205"/>
    <w:rsid w:val="007076B4"/>
    <w:rsid w:val="007348EA"/>
    <w:rsid w:val="007407D0"/>
    <w:rsid w:val="00743A0F"/>
    <w:rsid w:val="00753842"/>
    <w:rsid w:val="00757080"/>
    <w:rsid w:val="00760CE1"/>
    <w:rsid w:val="00765401"/>
    <w:rsid w:val="0076639F"/>
    <w:rsid w:val="007818C2"/>
    <w:rsid w:val="007A1561"/>
    <w:rsid w:val="007C06E1"/>
    <w:rsid w:val="007C10D5"/>
    <w:rsid w:val="007F0CF5"/>
    <w:rsid w:val="00814F0B"/>
    <w:rsid w:val="00834AC3"/>
    <w:rsid w:val="008667B0"/>
    <w:rsid w:val="00867137"/>
    <w:rsid w:val="0087283A"/>
    <w:rsid w:val="00873F02"/>
    <w:rsid w:val="00874567"/>
    <w:rsid w:val="008751F4"/>
    <w:rsid w:val="00893D2A"/>
    <w:rsid w:val="00894D76"/>
    <w:rsid w:val="008A1CD6"/>
    <w:rsid w:val="008A60DD"/>
    <w:rsid w:val="008A690D"/>
    <w:rsid w:val="008B3976"/>
    <w:rsid w:val="008C1FEB"/>
    <w:rsid w:val="008D7DFD"/>
    <w:rsid w:val="008E4D4B"/>
    <w:rsid w:val="008E7812"/>
    <w:rsid w:val="008F38C6"/>
    <w:rsid w:val="0090676F"/>
    <w:rsid w:val="00914806"/>
    <w:rsid w:val="009158C4"/>
    <w:rsid w:val="00934C73"/>
    <w:rsid w:val="00961110"/>
    <w:rsid w:val="009630D8"/>
    <w:rsid w:val="009647C4"/>
    <w:rsid w:val="0097606F"/>
    <w:rsid w:val="009800D5"/>
    <w:rsid w:val="0098213A"/>
    <w:rsid w:val="00982A4F"/>
    <w:rsid w:val="009A36F9"/>
    <w:rsid w:val="009A4012"/>
    <w:rsid w:val="009C18B9"/>
    <w:rsid w:val="009E664F"/>
    <w:rsid w:val="00A05D86"/>
    <w:rsid w:val="00A266EC"/>
    <w:rsid w:val="00A376B1"/>
    <w:rsid w:val="00A37CB4"/>
    <w:rsid w:val="00A5376C"/>
    <w:rsid w:val="00A57174"/>
    <w:rsid w:val="00A60C11"/>
    <w:rsid w:val="00A76E87"/>
    <w:rsid w:val="00A771EA"/>
    <w:rsid w:val="00A91E47"/>
    <w:rsid w:val="00A94FE7"/>
    <w:rsid w:val="00AA0948"/>
    <w:rsid w:val="00AA47FB"/>
    <w:rsid w:val="00AA5ECF"/>
    <w:rsid w:val="00AB1375"/>
    <w:rsid w:val="00AD0110"/>
    <w:rsid w:val="00AD28E6"/>
    <w:rsid w:val="00AE19D8"/>
    <w:rsid w:val="00AE24BB"/>
    <w:rsid w:val="00AF6E17"/>
    <w:rsid w:val="00B016D8"/>
    <w:rsid w:val="00B04C28"/>
    <w:rsid w:val="00B05AE1"/>
    <w:rsid w:val="00B21AA5"/>
    <w:rsid w:val="00B264F5"/>
    <w:rsid w:val="00B366B5"/>
    <w:rsid w:val="00B631D8"/>
    <w:rsid w:val="00B67688"/>
    <w:rsid w:val="00B74F62"/>
    <w:rsid w:val="00B95E26"/>
    <w:rsid w:val="00BA489F"/>
    <w:rsid w:val="00BB2B72"/>
    <w:rsid w:val="00BE5CC4"/>
    <w:rsid w:val="00BF12F9"/>
    <w:rsid w:val="00C04183"/>
    <w:rsid w:val="00C13F55"/>
    <w:rsid w:val="00C17E38"/>
    <w:rsid w:val="00C2640E"/>
    <w:rsid w:val="00C46CFD"/>
    <w:rsid w:val="00C50949"/>
    <w:rsid w:val="00C53A87"/>
    <w:rsid w:val="00C56992"/>
    <w:rsid w:val="00C61379"/>
    <w:rsid w:val="00C66300"/>
    <w:rsid w:val="00C678D4"/>
    <w:rsid w:val="00C706A2"/>
    <w:rsid w:val="00CA01D4"/>
    <w:rsid w:val="00CC41BD"/>
    <w:rsid w:val="00CD0457"/>
    <w:rsid w:val="00CD64A2"/>
    <w:rsid w:val="00CF1134"/>
    <w:rsid w:val="00CF3C5B"/>
    <w:rsid w:val="00CF5DA5"/>
    <w:rsid w:val="00D104EE"/>
    <w:rsid w:val="00D1418C"/>
    <w:rsid w:val="00D30DA5"/>
    <w:rsid w:val="00D4501E"/>
    <w:rsid w:val="00D53DD1"/>
    <w:rsid w:val="00D565B8"/>
    <w:rsid w:val="00D566B6"/>
    <w:rsid w:val="00D723F8"/>
    <w:rsid w:val="00D74242"/>
    <w:rsid w:val="00D77316"/>
    <w:rsid w:val="00D778D4"/>
    <w:rsid w:val="00D77A68"/>
    <w:rsid w:val="00D801CE"/>
    <w:rsid w:val="00DA1355"/>
    <w:rsid w:val="00DA7643"/>
    <w:rsid w:val="00DC19D7"/>
    <w:rsid w:val="00DE0915"/>
    <w:rsid w:val="00DF2491"/>
    <w:rsid w:val="00E05334"/>
    <w:rsid w:val="00E0555B"/>
    <w:rsid w:val="00E27811"/>
    <w:rsid w:val="00E44210"/>
    <w:rsid w:val="00E442EB"/>
    <w:rsid w:val="00E6234A"/>
    <w:rsid w:val="00E702C7"/>
    <w:rsid w:val="00E7399C"/>
    <w:rsid w:val="00E8321B"/>
    <w:rsid w:val="00EA1383"/>
    <w:rsid w:val="00EC0DB9"/>
    <w:rsid w:val="00EC6836"/>
    <w:rsid w:val="00ED51E4"/>
    <w:rsid w:val="00ED778A"/>
    <w:rsid w:val="00EE090B"/>
    <w:rsid w:val="00EF5188"/>
    <w:rsid w:val="00F0195F"/>
    <w:rsid w:val="00F07F08"/>
    <w:rsid w:val="00F23749"/>
    <w:rsid w:val="00F43BF8"/>
    <w:rsid w:val="00F64380"/>
    <w:rsid w:val="00F64E31"/>
    <w:rsid w:val="00FB0F51"/>
    <w:rsid w:val="00FB3233"/>
    <w:rsid w:val="00FB6DC4"/>
    <w:rsid w:val="00FC25DC"/>
    <w:rsid w:val="00FC6309"/>
    <w:rsid w:val="00FC6503"/>
    <w:rsid w:val="00FD0282"/>
    <w:rsid w:val="00FD4366"/>
    <w:rsid w:val="00FD4FCF"/>
    <w:rsid w:val="00FD7C4B"/>
    <w:rsid w:val="00FF70EC"/>
    <w:rsid w:val="00FF7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 style="mso-position-horizontal:left;mso-position-horizontal-relative:margin;mso-position-vertical-relative:page" fill="f" fillcolor="window" stroke="f">
      <v:fill color="window" on="f"/>
      <v:stroke on="f"/>
    </o:shapedefaults>
    <o:shapelayout v:ext="edit">
      <o:idmap v:ext="edit" data="1"/>
    </o:shapelayout>
  </w:shapeDefaults>
  <w:decimalSymbol w:val=","/>
  <w:listSeparator w:val=";"/>
  <w14:docId w14:val="222E98D1"/>
  <w15:docId w15:val="{4952F62F-8DEC-4713-AB33-CFFE45287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szCs w:val="18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30DA5"/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spacing w:before="240" w:after="60"/>
      <w:jc w:val="both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2"/>
      </w:numPr>
      <w:spacing w:before="240" w:after="60"/>
      <w:outlineLvl w:val="1"/>
    </w:pPr>
    <w:rPr>
      <w:rFonts w:ascii="Arial" w:hAnsi="Arial"/>
      <w:b/>
      <w:iCs/>
      <w:sz w:val="28"/>
      <w:szCs w:val="2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link w:val="BodyTextChar"/>
    <w:rsid w:val="009800D5"/>
    <w:pPr>
      <w:spacing w:after="120"/>
    </w:pPr>
  </w:style>
  <w:style w:type="character" w:styleId="PageNumber">
    <w:name w:val="page number"/>
    <w:basedOn w:val="DefaultParagraphFont"/>
  </w:style>
  <w:style w:type="paragraph" w:customStyle="1" w:styleId="Tekst">
    <w:name w:val="Tekst"/>
    <w:basedOn w:val="BodyText"/>
    <w:rsid w:val="00B21AA5"/>
    <w:pPr>
      <w:spacing w:after="0"/>
    </w:pPr>
  </w:style>
  <w:style w:type="paragraph" w:customStyle="1" w:styleId="Prdumine">
    <w:name w:val="Pöördumine"/>
    <w:basedOn w:val="Tekst"/>
    <w:qFormat/>
    <w:rsid w:val="009800D5"/>
    <w:pPr>
      <w:spacing w:after="280"/>
    </w:pPr>
  </w:style>
  <w:style w:type="paragraph" w:customStyle="1" w:styleId="Loetelu">
    <w:name w:val="Loetelu"/>
    <w:basedOn w:val="BodyText"/>
    <w:pPr>
      <w:numPr>
        <w:numId w:val="4"/>
      </w:numPr>
      <w:spacing w:before="120" w:after="0"/>
    </w:pPr>
  </w:style>
  <w:style w:type="paragraph" w:customStyle="1" w:styleId="Bodyt">
    <w:name w:val="Bodyt"/>
    <w:basedOn w:val="Normal"/>
    <w:pPr>
      <w:numPr>
        <w:ilvl w:val="1"/>
        <w:numId w:val="4"/>
      </w:numPr>
      <w:jc w:val="both"/>
    </w:pPr>
    <w:rPr>
      <w:sz w:val="24"/>
    </w:rPr>
  </w:style>
  <w:style w:type="character" w:styleId="Hyperlink">
    <w:name w:val="Hyperlink"/>
    <w:rsid w:val="005139B9"/>
    <w:rPr>
      <w:color w:val="0000FF"/>
      <w:u w:val="single"/>
    </w:rPr>
  </w:style>
  <w:style w:type="paragraph" w:customStyle="1" w:styleId="Indekslinn">
    <w:name w:val="Indekslinn"/>
    <w:basedOn w:val="Tekst"/>
    <w:next w:val="Tekst"/>
    <w:qFormat/>
    <w:rsid w:val="003576D7"/>
  </w:style>
  <w:style w:type="paragraph" w:customStyle="1" w:styleId="Adressaat">
    <w:name w:val="Adressaat"/>
    <w:basedOn w:val="Tekst"/>
    <w:qFormat/>
    <w:rsid w:val="009800D5"/>
    <w:pPr>
      <w:tabs>
        <w:tab w:val="left" w:pos="5387"/>
      </w:tabs>
      <w:spacing w:before="960"/>
    </w:pPr>
  </w:style>
  <w:style w:type="paragraph" w:customStyle="1" w:styleId="Kirjapealkiri">
    <w:name w:val="Kirjapealkiri"/>
    <w:basedOn w:val="BodyText"/>
    <w:next w:val="BodyText"/>
    <w:qFormat/>
    <w:rsid w:val="009800D5"/>
    <w:pPr>
      <w:spacing w:before="960" w:after="720"/>
      <w:ind w:right="5103"/>
    </w:pPr>
  </w:style>
  <w:style w:type="paragraph" w:customStyle="1" w:styleId="Lpetus">
    <w:name w:val="Lõpetus"/>
    <w:basedOn w:val="BodyText"/>
    <w:next w:val="BodyText"/>
    <w:qFormat/>
    <w:rsid w:val="007F0CF5"/>
    <w:pPr>
      <w:spacing w:before="400"/>
    </w:pPr>
  </w:style>
  <w:style w:type="paragraph" w:customStyle="1" w:styleId="Allkirjastajanimi">
    <w:name w:val="Allkirjastaja nimi"/>
    <w:basedOn w:val="BodyText"/>
    <w:next w:val="BodyText"/>
    <w:qFormat/>
    <w:rsid w:val="00D4501E"/>
    <w:pPr>
      <w:spacing w:after="0"/>
    </w:pPr>
  </w:style>
  <w:style w:type="paragraph" w:customStyle="1" w:styleId="Ametinimetus">
    <w:name w:val="Ametinimetus"/>
    <w:basedOn w:val="BodyText"/>
    <w:next w:val="BodyText"/>
    <w:qFormat/>
    <w:rsid w:val="00AD28E6"/>
    <w:pPr>
      <w:spacing w:after="600"/>
    </w:pPr>
  </w:style>
  <w:style w:type="paragraph" w:customStyle="1" w:styleId="Lisamrkus">
    <w:name w:val="Lisamärkus"/>
    <w:basedOn w:val="Ametinimetus"/>
    <w:next w:val="BodyText"/>
    <w:qFormat/>
    <w:rsid w:val="00AD28E6"/>
    <w:pPr>
      <w:spacing w:after="0"/>
    </w:pPr>
  </w:style>
  <w:style w:type="paragraph" w:customStyle="1" w:styleId="Aadress">
    <w:name w:val="Aadress"/>
    <w:basedOn w:val="Adressaat"/>
    <w:next w:val="Tekst"/>
    <w:qFormat/>
    <w:rsid w:val="00355D70"/>
    <w:pPr>
      <w:spacing w:before="0"/>
    </w:pPr>
  </w:style>
  <w:style w:type="paragraph" w:customStyle="1" w:styleId="Lisamrge">
    <w:name w:val="Lisamärge"/>
    <w:basedOn w:val="Tekst"/>
    <w:qFormat/>
    <w:rsid w:val="00DE0915"/>
    <w:pPr>
      <w:tabs>
        <w:tab w:val="left" w:pos="1134"/>
      </w:tabs>
    </w:pPr>
  </w:style>
  <w:style w:type="character" w:customStyle="1" w:styleId="BodyTextChar">
    <w:name w:val="Body Text Char"/>
    <w:basedOn w:val="DefaultParagraphFont"/>
    <w:link w:val="BodyText"/>
    <w:rsid w:val="009800D5"/>
    <w:rPr>
      <w:rFonts w:ascii="Calibri" w:hAnsi="Calibri"/>
      <w:sz w:val="22"/>
      <w:lang w:eastAsia="en-US"/>
    </w:rPr>
  </w:style>
  <w:style w:type="paragraph" w:customStyle="1" w:styleId="Allkirjastatuddigit">
    <w:name w:val="Allkirjastatud digit"/>
    <w:basedOn w:val="BodyText"/>
    <w:qFormat/>
    <w:rsid w:val="00135B43"/>
    <w:pPr>
      <w:spacing w:before="360"/>
    </w:pPr>
  </w:style>
  <w:style w:type="character" w:customStyle="1" w:styleId="HeaderChar">
    <w:name w:val="Header Char"/>
    <w:basedOn w:val="DefaultParagraphFont"/>
    <w:link w:val="Header"/>
    <w:uiPriority w:val="99"/>
    <w:rsid w:val="005E5199"/>
    <w:rPr>
      <w:rFonts w:ascii="Calibri" w:hAnsi="Calibri"/>
      <w:sz w:val="22"/>
      <w:lang w:val="en-GB" w:eastAsia="en-US"/>
    </w:rPr>
  </w:style>
  <w:style w:type="paragraph" w:styleId="BalloonText">
    <w:name w:val="Balloon Text"/>
    <w:basedOn w:val="Normal"/>
    <w:link w:val="BalloonTextChar"/>
    <w:semiHidden/>
    <w:unhideWhenUsed/>
    <w:rsid w:val="00FB0F51"/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semiHidden/>
    <w:rsid w:val="00FB0F51"/>
    <w:rPr>
      <w:rFonts w:ascii="Segoe UI" w:hAnsi="Segoe UI" w:cs="Segoe UI"/>
      <w:sz w:val="18"/>
      <w:szCs w:val="18"/>
      <w:lang w:val="en-GB" w:eastAsia="en-US"/>
    </w:rPr>
  </w:style>
  <w:style w:type="table" w:styleId="TableGrid">
    <w:name w:val="Table Grid"/>
    <w:basedOn w:val="TableNormal"/>
    <w:rsid w:val="00A37C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456D5F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D565B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D565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8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5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krlaid@taltech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intra.ttu.ee\settings\doctemplates\Kiri_delt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A462E0E50C549BBA824F647492C90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152194-4804-45C5-9F52-D39D685593D3}"/>
      </w:docPartPr>
      <w:docPartBody>
        <w:p w:rsidR="00573026" w:rsidRDefault="003E193C" w:rsidP="003E193C">
          <w:pPr>
            <w:pStyle w:val="5A462E0E50C549BBA824F647492C908C"/>
          </w:pPr>
          <w:r>
            <w:rPr>
              <w:rStyle w:val="PlaceholderText"/>
            </w:rPr>
            <w:t>Struktuuriüksus valida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Proxima Nova Lt">
    <w:altName w:val="DejaVu Sans Condensed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Proxima Nova Rg">
    <w:altName w:val="DejaVu Sans Condensed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7C1"/>
    <w:rsid w:val="003E193C"/>
    <w:rsid w:val="00573026"/>
    <w:rsid w:val="00764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E193C"/>
    <w:rPr>
      <w:color w:val="808080"/>
    </w:rPr>
  </w:style>
  <w:style w:type="paragraph" w:customStyle="1" w:styleId="5A462E0E50C549BBA824F647492C908C">
    <w:name w:val="5A462E0E50C549BBA824F647492C908C"/>
    <w:rsid w:val="003E19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3E38A8-C514-4EC7-8FDE-484E8A46E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Kiri_delta</Template>
  <TotalTime>3</TotalTime>
  <Pages>1</Pages>
  <Words>165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Tallinna Tehnikaülikool</vt:lpstr>
    </vt:vector>
  </TitlesOfParts>
  <Company>TTY  IT täiendõppekeskus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Tallinna Tehnikaülikool</dc:title>
  <dc:subject/>
  <dc:creator>Mare Orav</dc:creator>
  <cp:keywords/>
  <cp:lastModifiedBy>Mare Orav</cp:lastModifiedBy>
  <cp:revision>4</cp:revision>
  <cp:lastPrinted>2018-10-02T12:38:00Z</cp:lastPrinted>
  <dcterms:created xsi:type="dcterms:W3CDTF">2024-02-28T11:14:00Z</dcterms:created>
  <dcterms:modified xsi:type="dcterms:W3CDTF">2024-02-28T11:15:00Z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senderRegNumber">
    <vt:lpwstr>{nr}</vt:lpwstr>
  </property>
  <property fmtid="{D5CDD505-2E9C-101B-9397-08002B2CF9AE}" pid="3" name="delta_senderRegDate">
    <vt:lpwstr>{kuupäev}</vt:lpwstr>
  </property>
  <property fmtid="{D5CDD505-2E9C-101B-9397-08002B2CF9AE}" pid="4" name="delta_regNumber">
    <vt:lpwstr>{nr}</vt:lpwstr>
  </property>
  <property fmtid="{D5CDD505-2E9C-101B-9397-08002B2CF9AE}" pid="5" name="delta_signerName">
    <vt:lpwstr>{Allkirjastaja nimi}</vt:lpwstr>
  </property>
  <property fmtid="{D5CDD505-2E9C-101B-9397-08002B2CF9AE}" pid="6" name="delta_signerJobTitle">
    <vt:lpwstr>{ametinimetus}</vt:lpwstr>
  </property>
  <property fmtid="{D5CDD505-2E9C-101B-9397-08002B2CF9AE}" pid="7" name="delta_regDateTime">
    <vt:lpwstr>{kuupäev}</vt:lpwstr>
  </property>
  <property fmtid="{D5CDD505-2E9C-101B-9397-08002B2CF9AE}" pid="8" name="delta_ownerName">
    <vt:lpwstr>{Koostaja nimi}</vt:lpwstr>
  </property>
  <property fmtid="{D5CDD505-2E9C-101B-9397-08002B2CF9AE}" pid="9" name="delta_ownerPhone">
    <vt:lpwstr>{telefon}</vt:lpwstr>
  </property>
  <property fmtid="{D5CDD505-2E9C-101B-9397-08002B2CF9AE}" pid="10" name="delta_accessRestrictionBeginDate">
    <vt:lpwstr>{JP kehtiv alates}</vt:lpwstr>
  </property>
  <property fmtid="{D5CDD505-2E9C-101B-9397-08002B2CF9AE}" pid="11" name="delta_accessRestrictionEndDate">
    <vt:lpwstr>{JP kehtiv kuni}</vt:lpwstr>
  </property>
  <property fmtid="{D5CDD505-2E9C-101B-9397-08002B2CF9AE}" pid="12" name="delta_accessRestrictionEndDesc">
    <vt:lpwstr>{kirjeldus}</vt:lpwstr>
  </property>
  <property fmtid="{D5CDD505-2E9C-101B-9397-08002B2CF9AE}" pid="13" name="delta_accessRestrictionReason">
    <vt:lpwstr>{JP alus}</vt:lpwstr>
  </property>
  <property fmtid="{D5CDD505-2E9C-101B-9397-08002B2CF9AE}" pid="14" name="delta_docName">
    <vt:lpwstr>{Pealkiri}</vt:lpwstr>
  </property>
  <property fmtid="{D5CDD505-2E9C-101B-9397-08002B2CF9AE}" pid="15" name="delta_additionalRecipientName">
    <vt:lpwstr>{Lisaadressaadid}</vt:lpwstr>
  </property>
  <property fmtid="{D5CDD505-2E9C-101B-9397-08002B2CF9AE}" pid="16" name="delta_additionalRecipientPersonName">
    <vt:lpwstr>{lisaadressaadi isiku nimi}</vt:lpwstr>
  </property>
  <property fmtid="{D5CDD505-2E9C-101B-9397-08002B2CF9AE}" pid="17" name="delta_annex">
    <vt:lpwstr>{Märge lisade kohta}</vt:lpwstr>
  </property>
  <property fmtid="{D5CDD505-2E9C-101B-9397-08002B2CF9AE}" pid="18" name="delta_ownerEmail">
    <vt:lpwstr>{e-post}</vt:lpwstr>
  </property>
  <property fmtid="{D5CDD505-2E9C-101B-9397-08002B2CF9AE}" pid="19" name="delta_recipientPersonName.1">
    <vt:lpwstr>{Adressaadi nimi}</vt:lpwstr>
  </property>
  <property fmtid="{D5CDD505-2E9C-101B-9397-08002B2CF9AE}" pid="20" name="delta_recipientName.1">
    <vt:lpwstr>{Asutus}</vt:lpwstr>
  </property>
  <property fmtid="{D5CDD505-2E9C-101B-9397-08002B2CF9AE}" pid="21" name="delta_recipientStreetHouse.1">
    <vt:lpwstr>{Aadress}</vt:lpwstr>
  </property>
  <property fmtid="{D5CDD505-2E9C-101B-9397-08002B2CF9AE}" pid="22" name="delta_recipientPostalCity.1">
    <vt:lpwstr>{Indeks Linn/Maakond}</vt:lpwstr>
  </property>
  <property fmtid="{D5CDD505-2E9C-101B-9397-08002B2CF9AE}" pid="23" name="delta_signerOrgStructUnit">
    <vt:lpwstr>{struktuuriüksus}</vt:lpwstr>
  </property>
  <property fmtid="{D5CDD505-2E9C-101B-9397-08002B2CF9AE}" pid="24" name="delta_recipientEmail.1">
    <vt:lpwstr>{adresaadi e-post}</vt:lpwstr>
  </property>
</Properties>
</file>